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66D47" w14:textId="77777777" w:rsidR="008D7178" w:rsidRPr="008D7178" w:rsidRDefault="008D7178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8D7178">
        <w:rPr>
          <w:rFonts w:ascii="Corbel" w:hAnsi="Corbel"/>
          <w:bCs/>
          <w:i/>
        </w:rPr>
        <w:t>Załącznik nr 1.5 do Zarządzenia Rektora UR  nr 12/2019</w:t>
      </w: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48AF86DF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F71E4">
        <w:rPr>
          <w:rFonts w:ascii="Corbel" w:hAnsi="Corbel"/>
          <w:i/>
          <w:smallCaps/>
          <w:sz w:val="24"/>
          <w:szCs w:val="24"/>
        </w:rPr>
        <w:t>2022-2024</w:t>
      </w:r>
    </w:p>
    <w:p w14:paraId="774C8359" w14:textId="56AAF412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</w:t>
      </w:r>
      <w:r w:rsidR="004F71E4">
        <w:rPr>
          <w:rFonts w:ascii="Corbel" w:hAnsi="Corbel"/>
          <w:sz w:val="20"/>
          <w:szCs w:val="20"/>
        </w:rPr>
        <w:t>3</w:t>
      </w:r>
      <w:r w:rsidRPr="008D7178">
        <w:rPr>
          <w:rFonts w:ascii="Corbel" w:hAnsi="Corbel"/>
          <w:sz w:val="20"/>
          <w:szCs w:val="20"/>
        </w:rPr>
        <w:t>/202</w:t>
      </w:r>
      <w:r w:rsidR="004F71E4">
        <w:rPr>
          <w:rFonts w:ascii="Corbel" w:hAnsi="Corbel"/>
          <w:sz w:val="20"/>
          <w:szCs w:val="20"/>
        </w:rPr>
        <w:t>4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3D6B6F52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15A4717E" w:rsidR="0085747A" w:rsidRPr="009C54AE" w:rsidRDefault="006C65E1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6ACD1091" w:rsidR="00015B8F" w:rsidRPr="009C54AE" w:rsidRDefault="00C25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D4B1625" w:rsidR="00015B8F" w:rsidRPr="009C54AE" w:rsidRDefault="00C25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01F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825CD" w14:textId="0BF096C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7308" w:rsidRPr="009C54AE" w14:paraId="0C4E7F1F" w14:textId="77777777" w:rsidTr="00387308">
        <w:tc>
          <w:tcPr>
            <w:tcW w:w="9520" w:type="dxa"/>
          </w:tcPr>
          <w:p w14:paraId="7AFB0DD4" w14:textId="77777777" w:rsidR="00387308" w:rsidRPr="009C54AE" w:rsidRDefault="0038730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7308" w:rsidRPr="009C54AE" w14:paraId="61BCD566" w14:textId="77777777" w:rsidTr="00387308">
        <w:tc>
          <w:tcPr>
            <w:tcW w:w="9520" w:type="dxa"/>
          </w:tcPr>
          <w:p w14:paraId="3A6F7A8A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387308" w:rsidRPr="009C54AE" w14:paraId="37084B0C" w14:textId="77777777" w:rsidTr="00387308">
        <w:tc>
          <w:tcPr>
            <w:tcW w:w="9520" w:type="dxa"/>
          </w:tcPr>
          <w:p w14:paraId="24539F05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387308" w:rsidRPr="009C54AE" w14:paraId="66822079" w14:textId="77777777" w:rsidTr="00387308">
        <w:tc>
          <w:tcPr>
            <w:tcW w:w="9520" w:type="dxa"/>
          </w:tcPr>
          <w:p w14:paraId="5433E918" w14:textId="77777777" w:rsidR="00387308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387308" w:rsidRPr="009C54AE" w14:paraId="7EC9D823" w14:textId="77777777" w:rsidTr="00387308">
        <w:tc>
          <w:tcPr>
            <w:tcW w:w="9520" w:type="dxa"/>
          </w:tcPr>
          <w:p w14:paraId="2924AB3C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387308" w:rsidRPr="009C54AE" w14:paraId="5E28306E" w14:textId="77777777" w:rsidTr="00387308">
        <w:tc>
          <w:tcPr>
            <w:tcW w:w="9520" w:type="dxa"/>
          </w:tcPr>
          <w:p w14:paraId="2075B186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Charakterystyka metod finansowania inwestycji.</w:t>
            </w:r>
          </w:p>
        </w:tc>
      </w:tr>
      <w:tr w:rsidR="00114B06" w:rsidRPr="009C54AE" w14:paraId="4D217257" w14:textId="77777777" w:rsidTr="00387308">
        <w:tc>
          <w:tcPr>
            <w:tcW w:w="9520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114B06" w:rsidRPr="009C54AE" w14:paraId="1D1098A5" w14:textId="77777777" w:rsidTr="00387308">
        <w:tc>
          <w:tcPr>
            <w:tcW w:w="9520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387308">
        <w:tc>
          <w:tcPr>
            <w:tcW w:w="9520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387308">
        <w:tc>
          <w:tcPr>
            <w:tcW w:w="9520" w:type="dxa"/>
          </w:tcPr>
          <w:p w14:paraId="5B88FE4F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CDFF59B" w:rsidR="00454609" w:rsidRPr="0089129D" w:rsidRDefault="00454609" w:rsidP="00387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66DE19A4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43848B8D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03924F6E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1EFDEA02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65A415F2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6B1D0567" w:rsidR="00454609" w:rsidRPr="00FC5D5F" w:rsidRDefault="003919F2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63B39406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33F74EF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 R., Finansowanie inwestycji przedsiębiorstw, Difin,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B324F" w14:textId="77777777" w:rsidR="004B0E82" w:rsidRDefault="004B0E82" w:rsidP="00C16ABF">
      <w:pPr>
        <w:spacing w:after="0" w:line="240" w:lineRule="auto"/>
      </w:pPr>
      <w:r>
        <w:separator/>
      </w:r>
    </w:p>
  </w:endnote>
  <w:endnote w:type="continuationSeparator" w:id="0">
    <w:p w14:paraId="35771003" w14:textId="77777777" w:rsidR="004B0E82" w:rsidRDefault="004B0E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401EC" w14:textId="77777777" w:rsidR="004B0E82" w:rsidRDefault="004B0E82" w:rsidP="00C16ABF">
      <w:pPr>
        <w:spacing w:after="0" w:line="240" w:lineRule="auto"/>
      </w:pPr>
      <w:r>
        <w:separator/>
      </w:r>
    </w:p>
  </w:footnote>
  <w:footnote w:type="continuationSeparator" w:id="0">
    <w:p w14:paraId="5BC660E5" w14:textId="77777777" w:rsidR="004B0E82" w:rsidRDefault="004B0E82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62722">
    <w:abstractNumId w:val="2"/>
  </w:num>
  <w:num w:numId="2" w16cid:durableId="333462994">
    <w:abstractNumId w:val="3"/>
  </w:num>
  <w:num w:numId="3" w16cid:durableId="2018918458">
    <w:abstractNumId w:val="0"/>
  </w:num>
  <w:num w:numId="4" w16cid:durableId="131402196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6A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E4"/>
    <w:rsid w:val="002B4D55"/>
    <w:rsid w:val="002B5EA0"/>
    <w:rsid w:val="002B6119"/>
    <w:rsid w:val="002C1F06"/>
    <w:rsid w:val="002D3375"/>
    <w:rsid w:val="002D581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87308"/>
    <w:rsid w:val="003919F2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E82"/>
    <w:rsid w:val="004D4589"/>
    <w:rsid w:val="004D5282"/>
    <w:rsid w:val="004F1551"/>
    <w:rsid w:val="004F55A3"/>
    <w:rsid w:val="004F71E4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97CDC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50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B2A0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55EE"/>
    <w:rsid w:val="00A2245B"/>
    <w:rsid w:val="00A30110"/>
    <w:rsid w:val="00A36899"/>
    <w:rsid w:val="00A371F6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580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07B617-6869-4615-889C-BDD509E7BD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B7A903-623A-406C-AF43-257D79B00F9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811</Words>
  <Characters>4867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15</cp:revision>
  <cp:lastPrinted>2019-02-06T12:12:00Z</cp:lastPrinted>
  <dcterms:created xsi:type="dcterms:W3CDTF">2020-12-13T20:51:00Z</dcterms:created>
  <dcterms:modified xsi:type="dcterms:W3CDTF">2022-05-31T05:28:00Z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